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8A3742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8A3742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F0E7D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8A3742" w:rsidP="00B73BB6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B73BB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B73BB6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B73BB6">
              <w:rPr>
                <w:rFonts w:ascii="Arial" w:hAnsi="Arial" w:cs="Arial"/>
                <w:b/>
                <w:sz w:val="20"/>
                <w:szCs w:val="20"/>
              </w:rPr>
              <w:t xml:space="preserve">Syntéza hlasu -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2. fáze</w:t>
            </w:r>
          </w:p>
        </w:tc>
      </w:tr>
      <w:tr w:rsidR="000F0E7D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0F0E7D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A3742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0F0E7D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8A374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0F0E7D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A374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0F0E7D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A374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0F0E7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8A3742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0F0E7D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F0E7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F0E7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F0E7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F0E7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F0E7D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F0E7D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8A374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8A37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8A3742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</w:t>
      </w:r>
      <w:r w:rsidRPr="00B73BB6">
        <w:rPr>
          <w:rFonts w:ascii="Arial" w:hAnsi="Arial" w:cs="Arial"/>
          <w:sz w:val="20"/>
          <w:szCs w:val="20"/>
        </w:rPr>
        <w:t xml:space="preserve">dni </w:t>
      </w:r>
      <w:r w:rsidR="00B73BB6" w:rsidRPr="00B73BB6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B73BB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B73BB6" w:rsidRPr="00B73BB6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B73BB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B73BB6" w:rsidRPr="00B73BB6">
        <w:rPr>
          <w:rFonts w:ascii="Arial" w:hAnsi="Arial" w:cs="Arial"/>
          <w:sz w:val="20"/>
          <w:szCs w:val="20"/>
          <w:highlight w:val="yellow"/>
        </w:rPr>
        <w:t>RRRR</w:t>
      </w:r>
      <w:r w:rsidR="003A581C" w:rsidRPr="00B73BB6">
        <w:rPr>
          <w:rFonts w:ascii="Arial" w:hAnsi="Arial" w:cs="Arial"/>
          <w:sz w:val="20"/>
          <w:szCs w:val="20"/>
        </w:rPr>
        <w:t xml:space="preserve"> </w:t>
      </w:r>
      <w:r w:rsidRPr="00B73BB6">
        <w:rPr>
          <w:rFonts w:ascii="Arial" w:hAnsi="Arial" w:cs="Arial"/>
          <w:sz w:val="20"/>
          <w:szCs w:val="20"/>
        </w:rPr>
        <w:t>prohlašuj</w:t>
      </w:r>
      <w:r w:rsidR="001137C9" w:rsidRPr="00B73BB6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8A3742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8A3742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8A3742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794926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794926">
        <w:rPr>
          <w:rFonts w:ascii="Arial" w:hAnsi="Arial" w:cs="Arial"/>
          <w:sz w:val="20"/>
          <w:szCs w:val="20"/>
        </w:rPr>
        <w:t>5</w:t>
      </w:r>
      <w:r w:rsidR="00593E12" w:rsidRPr="00657AF1">
        <w:rPr>
          <w:rFonts w:ascii="Arial" w:hAnsi="Arial" w:cs="Arial"/>
          <w:sz w:val="20"/>
          <w:szCs w:val="20"/>
        </w:rPr>
        <w:t xml:space="preserve"> </w:t>
      </w:r>
      <w:r w:rsidR="00794926">
        <w:rPr>
          <w:rFonts w:ascii="Arial" w:hAnsi="Arial" w:cs="Arial"/>
          <w:sz w:val="20"/>
          <w:szCs w:val="20"/>
        </w:rPr>
        <w:t>let</w:t>
      </w:r>
      <w:bookmarkStart w:id="0" w:name="_GoBack"/>
      <w:bookmarkEnd w:id="0"/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794926" w:rsidRDefault="0079492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794926" w:rsidRDefault="0079492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794926" w:rsidRDefault="0079492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794926" w:rsidRDefault="0079492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A3742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F0E7D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A3742" w:rsidP="0079492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794926">
              <w:rPr>
                <w:rFonts w:ascii="Arial" w:hAnsi="Arial" w:cs="Arial"/>
                <w:sz w:val="20"/>
                <w:szCs w:val="20"/>
              </w:rPr>
              <w:t>dodávka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A37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F0E7D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A374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A37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F0E7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A3742" w:rsidP="0079492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A37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F0E7D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A3742" w:rsidP="0079492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A37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F0E7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A374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A37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A3742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94926" w:rsidRPr="00447B8F" w:rsidTr="006428E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94926" w:rsidRPr="00447B8F" w:rsidTr="006428E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94926" w:rsidRPr="00447B8F" w:rsidTr="006428E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94926" w:rsidRPr="00447B8F" w:rsidTr="006428E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94926" w:rsidRPr="00447B8F" w:rsidTr="006428E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794926" w:rsidRPr="00447B8F" w:rsidRDefault="00794926" w:rsidP="006428E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94926" w:rsidRPr="00447B8F" w:rsidRDefault="00794926" w:rsidP="006428E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8A374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8A374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="00B73BB6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B73BB6">
        <w:rPr>
          <w:rFonts w:ascii="Arial" w:hAnsi="Arial" w:cs="Arial"/>
          <w:sz w:val="20"/>
          <w:szCs w:val="20"/>
          <w:highlight w:val="yellow"/>
        </w:rPr>
        <w:t>MM</w:t>
      </w:r>
      <w:r w:rsidRPr="00B73BB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B73BB6" w:rsidRPr="00B73BB6">
        <w:rPr>
          <w:rFonts w:ascii="Arial" w:hAnsi="Arial" w:cs="Arial"/>
          <w:sz w:val="20"/>
          <w:szCs w:val="20"/>
          <w:highlight w:val="yellow"/>
        </w:rPr>
        <w:t>RRRR</w:t>
      </w: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8A374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A9D" w:rsidRDefault="00377A9D">
      <w:r>
        <w:separator/>
      </w:r>
    </w:p>
  </w:endnote>
  <w:endnote w:type="continuationSeparator" w:id="0">
    <w:p w:rsidR="00377A9D" w:rsidRDefault="0037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8A374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A9D" w:rsidRDefault="00377A9D">
      <w:r>
        <w:separator/>
      </w:r>
    </w:p>
  </w:footnote>
  <w:footnote w:type="continuationSeparator" w:id="0">
    <w:p w:rsidR="00377A9D" w:rsidRDefault="00377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8A3742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77963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FD26605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FB691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C69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FA6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B7E8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049F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F0AE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4AA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EAB2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182E20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BB48B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B8039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0F63F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AD4F9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1D41F3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2A470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DAAB5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116DC3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380475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EE6A2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580A7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148A1A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A0233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3CCCDD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A9A6B9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90200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B3C02C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ABC899F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E96FB5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36942E6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708E79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DEB2142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0EAFEA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DB8AD4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3B1E677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84886A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34061C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8EC0C7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D75EC51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3A073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C0A4CD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5269AC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9E0BC3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E482DD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8A46F5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45205F4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54CAE4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14BE05F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460896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455A057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4740F6A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EB2EE8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CBE5DC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A01A6C2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9A5C354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623AAF2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7B0D2A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82A04F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8C4BF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DAE2900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09A949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3FE60E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60097C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87D20E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156031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FAEDF4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20087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2BC2B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798B38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BB2001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EEC3A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F062A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9BCEC3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0DA3D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623FD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E6297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804E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C214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E6B1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BE66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B00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EE665FF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F8A53D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1D3CFF5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80A427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46EFB6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B14EC6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DB6FA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B1C9A0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F6203A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6AA260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7AE60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5266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DA03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2477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CE55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C28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82B6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B4D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9558DA82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5E96204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4949D6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1172987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84EB5D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45D208E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A8A694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86FCEF1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D6CD12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CC5C9F0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50054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574F77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FB69B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958024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08225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7F26C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BEEFA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D3660D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4998DD6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AAAE616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EDA42F4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814C76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5A2459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85C795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29A34E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8FEDD1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30842B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EA43D9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A468B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5819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880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68E37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E3C84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BB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F477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7E4C5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15EAA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FE34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880F4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8FE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6224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D1E84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AC99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825A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226B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8B8AC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12FE8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ECC994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D0A0BD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03612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72C239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B262F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7BE4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83CFC7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1AD6D5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D0E690E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016EE4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E262D2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DC4506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D92E4A5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33720B8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2CB4555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BA06FB4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E47860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7AC73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C83B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450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48F7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3CBA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AE8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3645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E2D8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7C0AA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B63A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1471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0CF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E213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BEA5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D6B4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C49B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FE2A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83F6EF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D45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26C0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B08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8CB4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A83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A88F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10A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8EAD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AE04673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5CC3F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5C220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90E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2E0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BAC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222F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E02F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5843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8712287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C888E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4C0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60C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547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EA1A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F082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C0F3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FEFC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2EA8CF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26ED0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EA2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A9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3AC3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6E19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683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A681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E4BB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3894165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A8E794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63A610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2A6DCE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2BE08FD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A66C72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DEE6BEF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8B6300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35D0E8E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04C8C81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D9922E1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E5BA8FF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3ECDD3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BD4BAD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582B29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A5F2CD7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1CC323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A184E6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B98CC6C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123867A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F36F6B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5BD6A7E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2F90300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514946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A6769F4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D66209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61088B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BA222B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45E81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3CFA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F446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E02C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3899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5E7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0428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B68D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0E7D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7A9D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4926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3742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3BB6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27FE11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20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6</cp:revision>
  <cp:lastPrinted>2018-04-18T10:56:00Z</cp:lastPrinted>
  <dcterms:created xsi:type="dcterms:W3CDTF">2019-06-04T09:28:00Z</dcterms:created>
  <dcterms:modified xsi:type="dcterms:W3CDTF">2022-08-31T06:51:00Z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